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C0" w:rsidRPr="00485430" w:rsidRDefault="007325C0" w:rsidP="00AF6A4D">
      <w:pPr>
        <w:widowControl/>
        <w:adjustRightInd/>
        <w:snapToGrid/>
        <w:spacing w:line="240" w:lineRule="auto"/>
        <w:ind w:firstLineChars="0" w:firstLine="0"/>
        <w:jc w:val="left"/>
        <w:rPr>
          <w:rFonts w:eastAsia="黑体"/>
        </w:rPr>
      </w:pPr>
      <w:r w:rsidRPr="00485430">
        <w:rPr>
          <w:rFonts w:eastAsia="黑体"/>
        </w:rPr>
        <w:t>附件</w:t>
      </w:r>
      <w:r w:rsidR="0059271D" w:rsidRPr="00485430">
        <w:rPr>
          <w:rFonts w:eastAsia="黑体"/>
        </w:rPr>
        <w:t>5</w:t>
      </w:r>
    </w:p>
    <w:p w:rsidR="007325C0" w:rsidRPr="00485430" w:rsidRDefault="007325C0" w:rsidP="006B3A05">
      <w:pPr>
        <w:widowControl/>
        <w:adjustRightInd/>
        <w:snapToGrid/>
        <w:spacing w:afterLines="50" w:after="295" w:line="240" w:lineRule="auto"/>
        <w:ind w:firstLineChars="0" w:firstLine="0"/>
        <w:jc w:val="center"/>
        <w:rPr>
          <w:rFonts w:eastAsia="仿宋_GB2312"/>
          <w:sz w:val="36"/>
        </w:rPr>
      </w:pPr>
      <w:r w:rsidRPr="00485430">
        <w:rPr>
          <w:rFonts w:eastAsia="方正小标宋简体"/>
          <w:color w:val="18181A"/>
          <w:kern w:val="0"/>
          <w:sz w:val="36"/>
          <w:szCs w:val="32"/>
        </w:rPr>
        <w:t>制止学校餐饮浪</w:t>
      </w:r>
      <w:r w:rsidRPr="00485430">
        <w:rPr>
          <w:rFonts w:eastAsia="方正小标宋简体"/>
          <w:color w:val="303030"/>
          <w:kern w:val="0"/>
          <w:sz w:val="36"/>
          <w:szCs w:val="32"/>
        </w:rPr>
        <w:t>费</w:t>
      </w:r>
      <w:r w:rsidRPr="00485430">
        <w:rPr>
          <w:rFonts w:eastAsia="方正小标宋简体"/>
          <w:color w:val="18181A"/>
          <w:kern w:val="0"/>
          <w:sz w:val="36"/>
          <w:szCs w:val="32"/>
        </w:rPr>
        <w:t>情况检查表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4253"/>
        <w:gridCol w:w="1701"/>
        <w:gridCol w:w="1276"/>
        <w:gridCol w:w="588"/>
      </w:tblGrid>
      <w:tr w:rsidR="007325C0" w:rsidRPr="00485430" w:rsidTr="006B3A05">
        <w:trPr>
          <w:trHeight w:val="781"/>
        </w:trPr>
        <w:tc>
          <w:tcPr>
            <w:tcW w:w="1242" w:type="dxa"/>
            <w:vAlign w:val="center"/>
          </w:tcPr>
          <w:p w:rsidR="007325C0" w:rsidRPr="00485430" w:rsidRDefault="007325C0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黑体"/>
                <w:sz w:val="21"/>
                <w:szCs w:val="21"/>
              </w:rPr>
            </w:pPr>
            <w:r w:rsidRPr="00485430">
              <w:rPr>
                <w:rFonts w:eastAsia="黑体"/>
                <w:sz w:val="21"/>
                <w:szCs w:val="21"/>
              </w:rPr>
              <w:t>检查项目</w:t>
            </w:r>
          </w:p>
        </w:tc>
        <w:tc>
          <w:tcPr>
            <w:tcW w:w="4253" w:type="dxa"/>
            <w:vAlign w:val="center"/>
          </w:tcPr>
          <w:p w:rsidR="007325C0" w:rsidRPr="00485430" w:rsidRDefault="007325C0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黑体"/>
                <w:sz w:val="21"/>
                <w:szCs w:val="21"/>
              </w:rPr>
            </w:pPr>
            <w:r w:rsidRPr="00485430">
              <w:rPr>
                <w:rFonts w:eastAsia="黑体"/>
                <w:sz w:val="21"/>
                <w:szCs w:val="21"/>
              </w:rPr>
              <w:t>检查要点</w:t>
            </w:r>
          </w:p>
        </w:tc>
        <w:tc>
          <w:tcPr>
            <w:tcW w:w="1701" w:type="dxa"/>
            <w:vAlign w:val="center"/>
          </w:tcPr>
          <w:p w:rsidR="007325C0" w:rsidRPr="00485430" w:rsidRDefault="007325C0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黑体"/>
                <w:sz w:val="21"/>
                <w:szCs w:val="21"/>
              </w:rPr>
            </w:pPr>
            <w:r w:rsidRPr="00485430">
              <w:rPr>
                <w:rFonts w:eastAsia="黑体"/>
                <w:sz w:val="21"/>
                <w:szCs w:val="21"/>
              </w:rPr>
              <w:t>存在的问题</w:t>
            </w:r>
          </w:p>
        </w:tc>
        <w:tc>
          <w:tcPr>
            <w:tcW w:w="1276" w:type="dxa"/>
            <w:vAlign w:val="center"/>
          </w:tcPr>
          <w:p w:rsidR="007325C0" w:rsidRPr="00485430" w:rsidRDefault="007325C0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黑体"/>
                <w:sz w:val="21"/>
                <w:szCs w:val="21"/>
              </w:rPr>
            </w:pPr>
            <w:r w:rsidRPr="00485430">
              <w:rPr>
                <w:rFonts w:eastAsia="黑体"/>
                <w:sz w:val="21"/>
                <w:szCs w:val="21"/>
              </w:rPr>
              <w:t>是否已整改</w:t>
            </w:r>
          </w:p>
        </w:tc>
        <w:tc>
          <w:tcPr>
            <w:tcW w:w="588" w:type="dxa"/>
            <w:vAlign w:val="center"/>
          </w:tcPr>
          <w:p w:rsidR="007325C0" w:rsidRPr="00485430" w:rsidRDefault="007325C0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黑体"/>
                <w:sz w:val="21"/>
                <w:szCs w:val="21"/>
              </w:rPr>
            </w:pPr>
            <w:r w:rsidRPr="00485430">
              <w:rPr>
                <w:rFonts w:eastAsia="黑体"/>
                <w:sz w:val="21"/>
                <w:szCs w:val="21"/>
              </w:rPr>
              <w:t>备注</w:t>
            </w:r>
          </w:p>
        </w:tc>
      </w:tr>
      <w:tr w:rsidR="006B3A05" w:rsidRPr="00485430" w:rsidTr="00E00885">
        <w:tc>
          <w:tcPr>
            <w:tcW w:w="1242" w:type="dxa"/>
            <w:vMerge w:val="restart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1.</w:t>
            </w:r>
            <w:r w:rsidRPr="00485430">
              <w:rPr>
                <w:rFonts w:eastAsia="仿宋_GB2312"/>
                <w:sz w:val="21"/>
                <w:szCs w:val="21"/>
              </w:rPr>
              <w:t>组织领导</w:t>
            </w: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1.1</w:t>
            </w:r>
            <w:r w:rsidRPr="00485430">
              <w:rPr>
                <w:rFonts w:eastAsia="仿宋_GB2312"/>
                <w:sz w:val="21"/>
                <w:szCs w:val="21"/>
              </w:rPr>
              <w:t>学习传达习近平总书记关于坚决制止餐饮浪费行为重要指示精神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1.2</w:t>
            </w:r>
            <w:r w:rsidRPr="00485430">
              <w:rPr>
                <w:rFonts w:eastAsia="仿宋_GB2312"/>
                <w:sz w:val="21"/>
                <w:szCs w:val="21"/>
              </w:rPr>
              <w:t>建立领导有力、职责清晰、协同联动、精干高效的工作机制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1.3</w:t>
            </w:r>
            <w:r w:rsidRPr="00485430">
              <w:rPr>
                <w:rFonts w:eastAsia="仿宋_GB2312"/>
                <w:sz w:val="21"/>
                <w:szCs w:val="21"/>
              </w:rPr>
              <w:t>领导班子加强统筹、研究部署相关工作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l.4</w:t>
            </w:r>
            <w:r w:rsidRPr="00485430">
              <w:rPr>
                <w:rFonts w:eastAsia="仿宋_GB2312"/>
                <w:sz w:val="21"/>
                <w:szCs w:val="21"/>
              </w:rPr>
              <w:t>制定及执行工作方案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 w:val="restart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</w:t>
            </w:r>
            <w:r w:rsidRPr="00485430">
              <w:rPr>
                <w:rFonts w:eastAsia="仿宋_GB2312"/>
                <w:sz w:val="21"/>
                <w:szCs w:val="21"/>
              </w:rPr>
              <w:t>餐饮供给</w:t>
            </w:r>
          </w:p>
        </w:tc>
        <w:tc>
          <w:tcPr>
            <w:tcW w:w="4253" w:type="dxa"/>
          </w:tcPr>
          <w:p w:rsidR="006B3A05" w:rsidRPr="00485430" w:rsidRDefault="006B3A05" w:rsidP="009350B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</w:t>
            </w:r>
            <w:r w:rsidRPr="00485430">
              <w:rPr>
                <w:rFonts w:eastAsia="仿宋_GB2312"/>
                <w:sz w:val="21"/>
                <w:szCs w:val="21"/>
              </w:rPr>
              <w:t>食品原材料采购、库房储存、物流配送、生产加工到成</w:t>
            </w:r>
            <w:r w:rsidR="009350B5" w:rsidRPr="00485430">
              <w:rPr>
                <w:rFonts w:eastAsia="仿宋_GB2312"/>
                <w:sz w:val="21"/>
                <w:szCs w:val="21"/>
              </w:rPr>
              <w:t>品</w:t>
            </w:r>
            <w:r w:rsidRPr="00485430">
              <w:rPr>
                <w:rFonts w:eastAsia="仿宋_GB2312"/>
                <w:sz w:val="21"/>
                <w:szCs w:val="21"/>
              </w:rPr>
              <w:t>销售的全链条节约管理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2.2</w:t>
            </w:r>
            <w:r w:rsidRPr="00485430">
              <w:rPr>
                <w:rFonts w:eastAsia="仿宋_GB2312"/>
                <w:sz w:val="21"/>
                <w:szCs w:val="21"/>
              </w:rPr>
              <w:t>食品原料节约利用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2.3</w:t>
            </w:r>
            <w:r w:rsidRPr="00485430">
              <w:rPr>
                <w:rFonts w:eastAsia="仿宋_GB2312"/>
                <w:sz w:val="21"/>
                <w:szCs w:val="21"/>
              </w:rPr>
              <w:t>餐饮从业人员培训、管理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2.4</w:t>
            </w:r>
            <w:r w:rsidRPr="00485430">
              <w:rPr>
                <w:rFonts w:eastAsia="仿宋_GB2312"/>
                <w:sz w:val="21"/>
                <w:szCs w:val="21"/>
              </w:rPr>
              <w:t>集约化、专业化高效管理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2.5</w:t>
            </w:r>
            <w:r w:rsidRPr="00485430">
              <w:rPr>
                <w:rFonts w:eastAsia="仿宋_GB2312"/>
                <w:sz w:val="21"/>
                <w:szCs w:val="21"/>
              </w:rPr>
              <w:t>注重营养搭配、膳食平衡、安全卫生，建立科学、绿色供餐服务体系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2.6</w:t>
            </w:r>
            <w:r w:rsidRPr="00485430">
              <w:rPr>
                <w:rFonts w:eastAsia="仿宋_GB2312"/>
                <w:sz w:val="21"/>
                <w:szCs w:val="21"/>
              </w:rPr>
              <w:t>实行小份、半份、拼菜、自助、按需供餐</w:t>
            </w:r>
            <w:proofErr w:type="gramStart"/>
            <w:r w:rsidRPr="00485430">
              <w:rPr>
                <w:rFonts w:eastAsia="仿宋_GB2312"/>
                <w:sz w:val="21"/>
                <w:szCs w:val="21"/>
              </w:rPr>
              <w:t>接量收费</w:t>
            </w:r>
            <w:proofErr w:type="gramEnd"/>
            <w:r w:rsidRPr="00485430">
              <w:rPr>
                <w:rFonts w:eastAsia="仿宋_GB2312"/>
                <w:sz w:val="21"/>
                <w:szCs w:val="21"/>
              </w:rPr>
              <w:t>等餐饮节约供应制度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0518E4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2.7</w:t>
            </w:r>
            <w:r w:rsidRPr="00485430">
              <w:rPr>
                <w:rFonts w:eastAsia="仿宋_GB2312"/>
                <w:sz w:val="21"/>
                <w:szCs w:val="21"/>
              </w:rPr>
              <w:t>注重餐</w:t>
            </w:r>
            <w:r w:rsidR="000518E4" w:rsidRPr="00485430">
              <w:rPr>
                <w:rFonts w:eastAsia="仿宋_GB2312"/>
                <w:sz w:val="21"/>
                <w:szCs w:val="21"/>
              </w:rPr>
              <w:t>饮</w:t>
            </w:r>
            <w:r w:rsidRPr="00485430">
              <w:rPr>
                <w:rFonts w:eastAsia="仿宋_GB2312"/>
                <w:sz w:val="21"/>
                <w:szCs w:val="21"/>
              </w:rPr>
              <w:t>创新，改进菜品口味，丰富餐饮边择，满足师生多样化餐饮需求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2.8</w:t>
            </w:r>
            <w:r w:rsidRPr="00485430">
              <w:rPr>
                <w:rFonts w:eastAsia="仿宋_GB2312"/>
                <w:sz w:val="21"/>
                <w:szCs w:val="21"/>
              </w:rPr>
              <w:t>农村义务教育学生营养改善计划供餐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2.9</w:t>
            </w:r>
            <w:r w:rsidRPr="00485430">
              <w:rPr>
                <w:rFonts w:eastAsia="仿宋_GB2312"/>
                <w:sz w:val="21"/>
                <w:szCs w:val="21"/>
              </w:rPr>
              <w:t>盒饭、套餐等模式化供餐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2.10</w:t>
            </w:r>
            <w:r w:rsidRPr="00485430">
              <w:rPr>
                <w:rFonts w:eastAsia="仿宋_GB2312"/>
                <w:sz w:val="21"/>
                <w:szCs w:val="21"/>
              </w:rPr>
              <w:t>使用新技术、新工艺、新装备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2.11</w:t>
            </w:r>
            <w:r w:rsidRPr="00485430">
              <w:rPr>
                <w:rFonts w:eastAsia="仿宋_GB2312"/>
                <w:sz w:val="21"/>
                <w:szCs w:val="21"/>
              </w:rPr>
              <w:t>建设节约型智慧食堂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C94EC9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2.12</w:t>
            </w:r>
            <w:proofErr w:type="gramStart"/>
            <w:r w:rsidRPr="00485430">
              <w:rPr>
                <w:rFonts w:eastAsia="仿宋_GB2312"/>
                <w:sz w:val="21"/>
                <w:szCs w:val="21"/>
              </w:rPr>
              <w:t>加强</w:t>
            </w:r>
            <w:r w:rsidR="00C94EC9" w:rsidRPr="00485430">
              <w:rPr>
                <w:rFonts w:eastAsia="仿宋_GB2312"/>
                <w:sz w:val="21"/>
                <w:szCs w:val="21"/>
              </w:rPr>
              <w:t>食</w:t>
            </w:r>
            <w:r w:rsidRPr="00485430">
              <w:rPr>
                <w:rFonts w:eastAsia="仿宋_GB2312"/>
                <w:sz w:val="21"/>
                <w:szCs w:val="21"/>
              </w:rPr>
              <w:t>材供应</w:t>
            </w:r>
            <w:proofErr w:type="gramEnd"/>
            <w:r w:rsidRPr="00485430">
              <w:rPr>
                <w:rFonts w:eastAsia="仿宋_GB2312"/>
                <w:sz w:val="21"/>
                <w:szCs w:val="21"/>
              </w:rPr>
              <w:t>链信息化管理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453213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2.13</w:t>
            </w:r>
            <w:proofErr w:type="gramStart"/>
            <w:r w:rsidRPr="00485430">
              <w:rPr>
                <w:rFonts w:eastAsia="仿宋_GB2312"/>
                <w:sz w:val="21"/>
                <w:szCs w:val="21"/>
              </w:rPr>
              <w:t>采取厨余回收</w:t>
            </w:r>
            <w:proofErr w:type="gramEnd"/>
            <w:r w:rsidRPr="00485430">
              <w:rPr>
                <w:rFonts w:eastAsia="仿宋_GB2312"/>
                <w:sz w:val="21"/>
                <w:szCs w:val="21"/>
              </w:rPr>
              <w:t>监控等相关技防</w:t>
            </w:r>
            <w:r w:rsidR="00453213" w:rsidRPr="00485430">
              <w:rPr>
                <w:rFonts w:eastAsia="仿宋_GB2312"/>
                <w:sz w:val="21"/>
                <w:szCs w:val="21"/>
              </w:rPr>
              <w:t>措施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2.14</w:t>
            </w:r>
            <w:r w:rsidRPr="00485430">
              <w:rPr>
                <w:rFonts w:eastAsia="仿宋_GB2312"/>
                <w:sz w:val="21"/>
                <w:szCs w:val="21"/>
              </w:rPr>
              <w:t>有关餐饮供给端浪费的其他情况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 w:val="restart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lastRenderedPageBreak/>
              <w:t>教育宣传</w:t>
            </w: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3.1</w:t>
            </w:r>
            <w:r w:rsidRPr="00485430">
              <w:rPr>
                <w:rFonts w:eastAsia="仿宋_GB2312"/>
                <w:sz w:val="21"/>
                <w:szCs w:val="21"/>
              </w:rPr>
              <w:t>根据教育教学规律和不同年龄段学生特点，把勤俭节约内容有机融入教育教学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3.2</w:t>
            </w:r>
            <w:r w:rsidRPr="00485430">
              <w:rPr>
                <w:rFonts w:eastAsia="仿宋_GB2312"/>
                <w:sz w:val="21"/>
                <w:szCs w:val="21"/>
              </w:rPr>
              <w:t>多种形式开展校园活动及宣传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AF6A4D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3.3</w:t>
            </w:r>
            <w:r w:rsidRPr="00485430">
              <w:rPr>
                <w:rFonts w:eastAsia="仿宋_GB2312"/>
                <w:sz w:val="21"/>
                <w:szCs w:val="21"/>
              </w:rPr>
              <w:t>深入推进光盘行动，结合实际制定节约用餐规范，建立</w:t>
            </w:r>
            <w:r w:rsidR="00AF6A4D" w:rsidRPr="00485430">
              <w:rPr>
                <w:rFonts w:eastAsia="仿宋_GB2312"/>
                <w:sz w:val="21"/>
                <w:szCs w:val="21"/>
              </w:rPr>
              <w:t>泔水</w:t>
            </w:r>
            <w:r w:rsidRPr="00485430">
              <w:rPr>
                <w:rFonts w:eastAsia="仿宋_GB2312"/>
                <w:sz w:val="21"/>
                <w:szCs w:val="21"/>
              </w:rPr>
              <w:t>量等食品浪费信息定期发布机制等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3.4</w:t>
            </w:r>
            <w:r w:rsidRPr="00485430">
              <w:rPr>
                <w:rFonts w:eastAsia="仿宋_GB2312"/>
                <w:sz w:val="21"/>
                <w:szCs w:val="21"/>
              </w:rPr>
              <w:t>组织学生开展社会实践、劳动体验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84455E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3.5</w:t>
            </w:r>
            <w:r w:rsidRPr="00485430">
              <w:rPr>
                <w:rFonts w:eastAsia="仿宋_GB2312"/>
                <w:sz w:val="21"/>
                <w:szCs w:val="21"/>
              </w:rPr>
              <w:t>组织开展美好</w:t>
            </w:r>
            <w:r w:rsidRPr="00485430">
              <w:rPr>
                <w:rFonts w:eastAsia="仿宋_GB2312"/>
                <w:sz w:val="21"/>
                <w:szCs w:val="21"/>
              </w:rPr>
              <w:t>“</w:t>
            </w:r>
            <w:r w:rsidRPr="00485430">
              <w:rPr>
                <w:rFonts w:eastAsia="仿宋_GB2312"/>
                <w:sz w:val="21"/>
                <w:szCs w:val="21"/>
              </w:rPr>
              <w:t>食</w:t>
            </w:r>
            <w:r w:rsidRPr="00485430">
              <w:rPr>
                <w:rFonts w:eastAsia="仿宋_GB2312"/>
                <w:sz w:val="21"/>
                <w:szCs w:val="21"/>
              </w:rPr>
              <w:t>”</w:t>
            </w:r>
            <w:r w:rsidRPr="00485430">
              <w:rPr>
                <w:rFonts w:eastAsia="仿宋_GB2312"/>
                <w:sz w:val="21"/>
                <w:szCs w:val="21"/>
              </w:rPr>
              <w:t>光系列活动情况，包括志愿服务、节约</w:t>
            </w:r>
            <w:r w:rsidR="0084455E" w:rsidRPr="00485430">
              <w:rPr>
                <w:rFonts w:eastAsia="仿宋_GB2312"/>
                <w:sz w:val="21"/>
                <w:szCs w:val="21"/>
              </w:rPr>
              <w:t>宣</w:t>
            </w:r>
            <w:r w:rsidRPr="00485430">
              <w:rPr>
                <w:rFonts w:eastAsia="仿宋_GB2312"/>
                <w:sz w:val="21"/>
                <w:szCs w:val="21"/>
              </w:rPr>
              <w:t>传等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 w:val="restart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制度体系</w:t>
            </w: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4.1</w:t>
            </w:r>
            <w:r w:rsidRPr="00485430">
              <w:rPr>
                <w:rFonts w:eastAsia="仿宋_GB2312"/>
                <w:sz w:val="21"/>
                <w:szCs w:val="21"/>
              </w:rPr>
              <w:t>节约绿色理念贯穿学校规划、管理、建设等各项工作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4.2</w:t>
            </w:r>
            <w:r w:rsidRPr="00485430">
              <w:rPr>
                <w:rFonts w:eastAsia="仿宋_GB2312"/>
                <w:sz w:val="21"/>
                <w:szCs w:val="21"/>
              </w:rPr>
              <w:t>编制餐饮节约年度工作计划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  <w:tr w:rsidR="006B3A05" w:rsidRPr="00485430" w:rsidTr="00E00885">
        <w:tc>
          <w:tcPr>
            <w:tcW w:w="1242" w:type="dxa"/>
            <w:vMerge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4253" w:type="dxa"/>
          </w:tcPr>
          <w:p w:rsidR="006B3A05" w:rsidRPr="00485430" w:rsidRDefault="006B3A05" w:rsidP="006B3A05">
            <w:pPr>
              <w:widowControl/>
              <w:adjustRightInd/>
              <w:snapToGrid/>
              <w:spacing w:line="440" w:lineRule="exact"/>
              <w:ind w:firstLineChars="0" w:firstLine="0"/>
              <w:jc w:val="left"/>
              <w:rPr>
                <w:rFonts w:eastAsia="仿宋_GB2312"/>
                <w:sz w:val="21"/>
                <w:szCs w:val="21"/>
              </w:rPr>
            </w:pPr>
            <w:r w:rsidRPr="00485430">
              <w:rPr>
                <w:rFonts w:eastAsia="仿宋_GB2312"/>
                <w:sz w:val="21"/>
                <w:szCs w:val="21"/>
              </w:rPr>
              <w:t>4.3</w:t>
            </w:r>
            <w:r w:rsidRPr="00485430">
              <w:rPr>
                <w:rFonts w:eastAsia="仿宋_GB2312"/>
                <w:sz w:val="21"/>
                <w:szCs w:val="21"/>
              </w:rPr>
              <w:t>建立有关激励机制、奖惩制度、考核制度和责任追究制度等</w:t>
            </w:r>
          </w:p>
        </w:tc>
        <w:tc>
          <w:tcPr>
            <w:tcW w:w="1701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588" w:type="dxa"/>
            <w:vAlign w:val="center"/>
          </w:tcPr>
          <w:p w:rsidR="006B3A05" w:rsidRPr="00485430" w:rsidRDefault="006B3A05" w:rsidP="007325C0">
            <w:pPr>
              <w:widowControl/>
              <w:adjustRightInd/>
              <w:snapToGrid/>
              <w:spacing w:line="300" w:lineRule="exact"/>
              <w:ind w:firstLineChars="0" w:firstLine="0"/>
              <w:jc w:val="center"/>
              <w:rPr>
                <w:rFonts w:eastAsia="仿宋_GB2312"/>
                <w:sz w:val="21"/>
                <w:szCs w:val="21"/>
              </w:rPr>
            </w:pPr>
          </w:p>
        </w:tc>
      </w:tr>
    </w:tbl>
    <w:p w:rsidR="00B97938" w:rsidRPr="00D04AD1" w:rsidRDefault="00B97938" w:rsidP="00D04AD1">
      <w:pPr>
        <w:widowControl/>
        <w:adjustRightInd/>
        <w:snapToGrid/>
        <w:spacing w:line="240" w:lineRule="auto"/>
        <w:ind w:firstLineChars="0" w:firstLine="0"/>
      </w:pPr>
      <w:bookmarkStart w:id="0" w:name="_GoBack"/>
      <w:bookmarkEnd w:id="0"/>
    </w:p>
    <w:sectPr w:rsidR="00B97938" w:rsidRPr="00D04AD1" w:rsidSect="007209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14" w:right="1531" w:bottom="1985" w:left="1531" w:header="720" w:footer="1474" w:gutter="0"/>
      <w:pgNumType w:start="1"/>
      <w:cols w:space="720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B90" w:rsidRDefault="00240B90" w:rsidP="00720953">
      <w:pPr>
        <w:ind w:firstLine="640"/>
      </w:pPr>
      <w:r>
        <w:separator/>
      </w:r>
    </w:p>
  </w:endnote>
  <w:endnote w:type="continuationSeparator" w:id="0">
    <w:p w:rsidR="00240B90" w:rsidRDefault="00240B90" w:rsidP="00720953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F154BC">
    <w:pPr>
      <w:pStyle w:val="a4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D04AD1">
      <w:rPr>
        <w:noProof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F154BC">
    <w:pPr>
      <w:pStyle w:val="a4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D04AD1">
      <w:rPr>
        <w:noProof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Pr="00103016" w:rsidRDefault="00E02B4B" w:rsidP="00D655BE">
    <w:pPr>
      <w:pStyle w:val="a5"/>
      <w:spacing w:line="80" w:lineRule="exact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B90" w:rsidRDefault="00240B90" w:rsidP="00720953">
      <w:pPr>
        <w:ind w:firstLine="640"/>
      </w:pPr>
      <w:r>
        <w:separator/>
      </w:r>
    </w:p>
  </w:footnote>
  <w:footnote w:type="continuationSeparator" w:id="0">
    <w:p w:rsidR="00240B90" w:rsidRDefault="00240B90" w:rsidP="00720953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D655BE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Default="00E02B4B" w:rsidP="00D655BE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4B" w:rsidRPr="0018028A" w:rsidRDefault="00E02B4B" w:rsidP="00D655BE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82BA805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012683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AE1AC78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0DBA0B8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4620BF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D2209BA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11B48FF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8818940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5E041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E9BA16E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bordersDoNotSurroundHeader/>
  <w:bordersDoNotSurroundFooter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315"/>
  <w:drawingGridVerticalSpacing w:val="29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06"/>
    <w:rsid w:val="000429DF"/>
    <w:rsid w:val="00044231"/>
    <w:rsid w:val="00045E91"/>
    <w:rsid w:val="000518E4"/>
    <w:rsid w:val="00057A68"/>
    <w:rsid w:val="0006606A"/>
    <w:rsid w:val="0008012B"/>
    <w:rsid w:val="000825B2"/>
    <w:rsid w:val="00086442"/>
    <w:rsid w:val="00092CE6"/>
    <w:rsid w:val="000951C5"/>
    <w:rsid w:val="000A7299"/>
    <w:rsid w:val="000E1358"/>
    <w:rsid w:val="000F4C16"/>
    <w:rsid w:val="00105E4B"/>
    <w:rsid w:val="0011419A"/>
    <w:rsid w:val="00121296"/>
    <w:rsid w:val="001233BD"/>
    <w:rsid w:val="00130432"/>
    <w:rsid w:val="00130885"/>
    <w:rsid w:val="001449E0"/>
    <w:rsid w:val="00146EB5"/>
    <w:rsid w:val="001572CC"/>
    <w:rsid w:val="00163E6F"/>
    <w:rsid w:val="001755EA"/>
    <w:rsid w:val="00177BCB"/>
    <w:rsid w:val="00180295"/>
    <w:rsid w:val="00187C99"/>
    <w:rsid w:val="00195C8F"/>
    <w:rsid w:val="001A1544"/>
    <w:rsid w:val="001A3B42"/>
    <w:rsid w:val="001C1956"/>
    <w:rsid w:val="001C23FC"/>
    <w:rsid w:val="001C3716"/>
    <w:rsid w:val="001E00C5"/>
    <w:rsid w:val="002014B4"/>
    <w:rsid w:val="00205F08"/>
    <w:rsid w:val="002175F6"/>
    <w:rsid w:val="002309B0"/>
    <w:rsid w:val="002347C2"/>
    <w:rsid w:val="00240B90"/>
    <w:rsid w:val="002421E6"/>
    <w:rsid w:val="002771DB"/>
    <w:rsid w:val="00282E18"/>
    <w:rsid w:val="002A5FC1"/>
    <w:rsid w:val="002B63DE"/>
    <w:rsid w:val="002C7C66"/>
    <w:rsid w:val="002D3319"/>
    <w:rsid w:val="002D3BC8"/>
    <w:rsid w:val="002E69B2"/>
    <w:rsid w:val="00301240"/>
    <w:rsid w:val="003054C7"/>
    <w:rsid w:val="00305699"/>
    <w:rsid w:val="003135C7"/>
    <w:rsid w:val="003222C8"/>
    <w:rsid w:val="003243E4"/>
    <w:rsid w:val="00341318"/>
    <w:rsid w:val="003577D3"/>
    <w:rsid w:val="0035799F"/>
    <w:rsid w:val="00384692"/>
    <w:rsid w:val="003C4B2F"/>
    <w:rsid w:val="003D185F"/>
    <w:rsid w:val="003E4B57"/>
    <w:rsid w:val="003E5F08"/>
    <w:rsid w:val="003F12D0"/>
    <w:rsid w:val="003F168F"/>
    <w:rsid w:val="003F31AA"/>
    <w:rsid w:val="003F3855"/>
    <w:rsid w:val="003F714D"/>
    <w:rsid w:val="0041436C"/>
    <w:rsid w:val="004310A5"/>
    <w:rsid w:val="00433DE3"/>
    <w:rsid w:val="00442AD4"/>
    <w:rsid w:val="00453213"/>
    <w:rsid w:val="004643B2"/>
    <w:rsid w:val="00477CD8"/>
    <w:rsid w:val="00485430"/>
    <w:rsid w:val="004B1064"/>
    <w:rsid w:val="004B3D2B"/>
    <w:rsid w:val="004C16C4"/>
    <w:rsid w:val="004E5E0B"/>
    <w:rsid w:val="004F3A7F"/>
    <w:rsid w:val="00501BD7"/>
    <w:rsid w:val="00505C4B"/>
    <w:rsid w:val="00507CF8"/>
    <w:rsid w:val="005105C0"/>
    <w:rsid w:val="00511217"/>
    <w:rsid w:val="005119F7"/>
    <w:rsid w:val="00512ADF"/>
    <w:rsid w:val="00521573"/>
    <w:rsid w:val="005219C9"/>
    <w:rsid w:val="00525150"/>
    <w:rsid w:val="00526736"/>
    <w:rsid w:val="00534B7E"/>
    <w:rsid w:val="00535CB2"/>
    <w:rsid w:val="00535D36"/>
    <w:rsid w:val="00553DEA"/>
    <w:rsid w:val="00562190"/>
    <w:rsid w:val="005653AF"/>
    <w:rsid w:val="00574C1D"/>
    <w:rsid w:val="00575CB7"/>
    <w:rsid w:val="00585382"/>
    <w:rsid w:val="00585B8E"/>
    <w:rsid w:val="0059271D"/>
    <w:rsid w:val="00592D61"/>
    <w:rsid w:val="00597D87"/>
    <w:rsid w:val="005A4019"/>
    <w:rsid w:val="005B0A7D"/>
    <w:rsid w:val="005C0CBD"/>
    <w:rsid w:val="005D519C"/>
    <w:rsid w:val="005D575E"/>
    <w:rsid w:val="005E1137"/>
    <w:rsid w:val="005F7DF7"/>
    <w:rsid w:val="006031A0"/>
    <w:rsid w:val="00610AB8"/>
    <w:rsid w:val="0061349A"/>
    <w:rsid w:val="006137C5"/>
    <w:rsid w:val="00630841"/>
    <w:rsid w:val="006409D6"/>
    <w:rsid w:val="006574A4"/>
    <w:rsid w:val="00666305"/>
    <w:rsid w:val="00673718"/>
    <w:rsid w:val="00694914"/>
    <w:rsid w:val="00697935"/>
    <w:rsid w:val="006B3A05"/>
    <w:rsid w:val="006E40C8"/>
    <w:rsid w:val="006F06ED"/>
    <w:rsid w:val="00702A4F"/>
    <w:rsid w:val="00705866"/>
    <w:rsid w:val="00710002"/>
    <w:rsid w:val="00710466"/>
    <w:rsid w:val="0071151E"/>
    <w:rsid w:val="007128FC"/>
    <w:rsid w:val="00715621"/>
    <w:rsid w:val="00720953"/>
    <w:rsid w:val="00731CB2"/>
    <w:rsid w:val="007322DE"/>
    <w:rsid w:val="007325C0"/>
    <w:rsid w:val="00742CD9"/>
    <w:rsid w:val="00751436"/>
    <w:rsid w:val="007755B8"/>
    <w:rsid w:val="0078388E"/>
    <w:rsid w:val="007860D6"/>
    <w:rsid w:val="00794110"/>
    <w:rsid w:val="00796E88"/>
    <w:rsid w:val="007A0AB1"/>
    <w:rsid w:val="007A1C5B"/>
    <w:rsid w:val="007A5D2C"/>
    <w:rsid w:val="007B6976"/>
    <w:rsid w:val="007C388E"/>
    <w:rsid w:val="007C7658"/>
    <w:rsid w:val="007D2925"/>
    <w:rsid w:val="007D73C4"/>
    <w:rsid w:val="007F027B"/>
    <w:rsid w:val="008026FB"/>
    <w:rsid w:val="008061A8"/>
    <w:rsid w:val="008157AA"/>
    <w:rsid w:val="008205E2"/>
    <w:rsid w:val="0083143C"/>
    <w:rsid w:val="00834A85"/>
    <w:rsid w:val="0083657A"/>
    <w:rsid w:val="0084455E"/>
    <w:rsid w:val="00846F3D"/>
    <w:rsid w:val="00847784"/>
    <w:rsid w:val="008572EB"/>
    <w:rsid w:val="008614AF"/>
    <w:rsid w:val="00883E93"/>
    <w:rsid w:val="00896AD0"/>
    <w:rsid w:val="008B6815"/>
    <w:rsid w:val="008D1014"/>
    <w:rsid w:val="008D2713"/>
    <w:rsid w:val="008D3021"/>
    <w:rsid w:val="008E362C"/>
    <w:rsid w:val="008E57B5"/>
    <w:rsid w:val="008F4FE9"/>
    <w:rsid w:val="00903683"/>
    <w:rsid w:val="009054D9"/>
    <w:rsid w:val="009057C7"/>
    <w:rsid w:val="00907005"/>
    <w:rsid w:val="00917AE1"/>
    <w:rsid w:val="0092298C"/>
    <w:rsid w:val="0092371A"/>
    <w:rsid w:val="00934F87"/>
    <w:rsid w:val="009350B5"/>
    <w:rsid w:val="009408E8"/>
    <w:rsid w:val="00941D1D"/>
    <w:rsid w:val="009540C8"/>
    <w:rsid w:val="00961B06"/>
    <w:rsid w:val="0098055A"/>
    <w:rsid w:val="00991223"/>
    <w:rsid w:val="00991EC8"/>
    <w:rsid w:val="009921DA"/>
    <w:rsid w:val="00995349"/>
    <w:rsid w:val="009C351F"/>
    <w:rsid w:val="009F02AE"/>
    <w:rsid w:val="009F736F"/>
    <w:rsid w:val="00A05EF9"/>
    <w:rsid w:val="00A10A2D"/>
    <w:rsid w:val="00A13E44"/>
    <w:rsid w:val="00A157F5"/>
    <w:rsid w:val="00A20EB3"/>
    <w:rsid w:val="00A56490"/>
    <w:rsid w:val="00A74070"/>
    <w:rsid w:val="00A83A84"/>
    <w:rsid w:val="00A85309"/>
    <w:rsid w:val="00A91DA0"/>
    <w:rsid w:val="00A95786"/>
    <w:rsid w:val="00AA1A36"/>
    <w:rsid w:val="00AB0AC5"/>
    <w:rsid w:val="00AB2C0F"/>
    <w:rsid w:val="00AB5694"/>
    <w:rsid w:val="00AC4325"/>
    <w:rsid w:val="00AD451B"/>
    <w:rsid w:val="00AE1D00"/>
    <w:rsid w:val="00AF01A3"/>
    <w:rsid w:val="00AF1A22"/>
    <w:rsid w:val="00AF26DE"/>
    <w:rsid w:val="00AF6A4D"/>
    <w:rsid w:val="00B04264"/>
    <w:rsid w:val="00B15374"/>
    <w:rsid w:val="00B22DF4"/>
    <w:rsid w:val="00B26540"/>
    <w:rsid w:val="00B3786F"/>
    <w:rsid w:val="00B517FB"/>
    <w:rsid w:val="00B6473E"/>
    <w:rsid w:val="00B70AA2"/>
    <w:rsid w:val="00B76530"/>
    <w:rsid w:val="00B858DA"/>
    <w:rsid w:val="00B910E9"/>
    <w:rsid w:val="00B9409A"/>
    <w:rsid w:val="00B97938"/>
    <w:rsid w:val="00BA33B3"/>
    <w:rsid w:val="00BA4418"/>
    <w:rsid w:val="00BA7716"/>
    <w:rsid w:val="00BB172F"/>
    <w:rsid w:val="00BB727C"/>
    <w:rsid w:val="00BC7415"/>
    <w:rsid w:val="00BC7A2E"/>
    <w:rsid w:val="00BE3584"/>
    <w:rsid w:val="00BF71F6"/>
    <w:rsid w:val="00C02304"/>
    <w:rsid w:val="00C06954"/>
    <w:rsid w:val="00C06F3C"/>
    <w:rsid w:val="00C13166"/>
    <w:rsid w:val="00C325A2"/>
    <w:rsid w:val="00C36F30"/>
    <w:rsid w:val="00C4174F"/>
    <w:rsid w:val="00C45F44"/>
    <w:rsid w:val="00C517F3"/>
    <w:rsid w:val="00C5475E"/>
    <w:rsid w:val="00C6258F"/>
    <w:rsid w:val="00C77F62"/>
    <w:rsid w:val="00C90FC4"/>
    <w:rsid w:val="00C94EC9"/>
    <w:rsid w:val="00CA3D45"/>
    <w:rsid w:val="00CB16C5"/>
    <w:rsid w:val="00CB2DD0"/>
    <w:rsid w:val="00CB6685"/>
    <w:rsid w:val="00CC138C"/>
    <w:rsid w:val="00CE5187"/>
    <w:rsid w:val="00CF13E2"/>
    <w:rsid w:val="00CF5652"/>
    <w:rsid w:val="00CF6E25"/>
    <w:rsid w:val="00CF7509"/>
    <w:rsid w:val="00D01236"/>
    <w:rsid w:val="00D04AD1"/>
    <w:rsid w:val="00D15EE6"/>
    <w:rsid w:val="00D17A4A"/>
    <w:rsid w:val="00D52992"/>
    <w:rsid w:val="00D54F47"/>
    <w:rsid w:val="00D655BE"/>
    <w:rsid w:val="00D764B2"/>
    <w:rsid w:val="00D777A1"/>
    <w:rsid w:val="00DA0532"/>
    <w:rsid w:val="00DA4143"/>
    <w:rsid w:val="00DB5542"/>
    <w:rsid w:val="00DB7F9C"/>
    <w:rsid w:val="00DE146B"/>
    <w:rsid w:val="00DE463D"/>
    <w:rsid w:val="00DF009F"/>
    <w:rsid w:val="00DF6CB7"/>
    <w:rsid w:val="00E02B4B"/>
    <w:rsid w:val="00E031C7"/>
    <w:rsid w:val="00E200BD"/>
    <w:rsid w:val="00E20F47"/>
    <w:rsid w:val="00E23345"/>
    <w:rsid w:val="00E33F2E"/>
    <w:rsid w:val="00E70F08"/>
    <w:rsid w:val="00E8107A"/>
    <w:rsid w:val="00E84C36"/>
    <w:rsid w:val="00E862EC"/>
    <w:rsid w:val="00E87373"/>
    <w:rsid w:val="00E90220"/>
    <w:rsid w:val="00E953D2"/>
    <w:rsid w:val="00E963A0"/>
    <w:rsid w:val="00EB34F3"/>
    <w:rsid w:val="00EC2ED6"/>
    <w:rsid w:val="00ED084D"/>
    <w:rsid w:val="00EE3DD0"/>
    <w:rsid w:val="00EF2BDA"/>
    <w:rsid w:val="00EF4852"/>
    <w:rsid w:val="00EF4A4D"/>
    <w:rsid w:val="00F056F9"/>
    <w:rsid w:val="00F154BC"/>
    <w:rsid w:val="00F16F10"/>
    <w:rsid w:val="00F25ACE"/>
    <w:rsid w:val="00F26DDF"/>
    <w:rsid w:val="00F3061C"/>
    <w:rsid w:val="00F30702"/>
    <w:rsid w:val="00F37F8D"/>
    <w:rsid w:val="00F5009C"/>
    <w:rsid w:val="00F543ED"/>
    <w:rsid w:val="00F55969"/>
    <w:rsid w:val="00F7209D"/>
    <w:rsid w:val="00F86B6A"/>
    <w:rsid w:val="00F90D3D"/>
    <w:rsid w:val="00F95339"/>
    <w:rsid w:val="00F975BB"/>
    <w:rsid w:val="00FA64EA"/>
    <w:rsid w:val="00FC03DA"/>
    <w:rsid w:val="00FC3286"/>
    <w:rsid w:val="00FC3BB7"/>
    <w:rsid w:val="00FE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26"/>
    <w:pPr>
      <w:widowControl w:val="0"/>
      <w:adjustRightInd w:val="0"/>
      <w:snapToGrid w:val="0"/>
      <w:spacing w:line="590" w:lineRule="atLeast"/>
      <w:ind w:firstLineChars="200" w:firstLine="20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rsid w:val="00FE7C26"/>
    <w:pPr>
      <w:tabs>
        <w:tab w:val="center" w:pos="4153"/>
        <w:tab w:val="right" w:pos="8306"/>
      </w:tabs>
      <w:autoSpaceDE w:val="0"/>
      <w:autoSpaceDN w:val="0"/>
      <w:spacing w:line="240" w:lineRule="atLeast"/>
      <w:jc w:val="right"/>
    </w:pPr>
    <w:rPr>
      <w:snapToGrid w:val="0"/>
      <w:kern w:val="0"/>
      <w:sz w:val="18"/>
      <w:szCs w:val="20"/>
    </w:rPr>
  </w:style>
  <w:style w:type="paragraph" w:styleId="a4">
    <w:name w:val="footer"/>
    <w:basedOn w:val="a"/>
    <w:autoRedefine/>
    <w:rsid w:val="00F154BC"/>
    <w:pPr>
      <w:tabs>
        <w:tab w:val="center" w:pos="4153"/>
        <w:tab w:val="right" w:pos="8306"/>
      </w:tabs>
      <w:autoSpaceDE w:val="0"/>
      <w:autoSpaceDN w:val="0"/>
      <w:spacing w:line="400" w:lineRule="atLeast"/>
      <w:ind w:leftChars="100" w:left="320" w:rightChars="100" w:right="320" w:firstLineChars="0" w:firstLine="0"/>
      <w:jc w:val="center"/>
    </w:pPr>
    <w:rPr>
      <w:snapToGrid w:val="0"/>
      <w:kern w:val="0"/>
      <w:sz w:val="28"/>
      <w:szCs w:val="20"/>
    </w:rPr>
  </w:style>
  <w:style w:type="paragraph" w:customStyle="1" w:styleId="a5">
    <w:name w:val="文头"/>
    <w:basedOn w:val="a"/>
    <w:rsid w:val="00FE7C26"/>
    <w:pPr>
      <w:autoSpaceDE w:val="0"/>
      <w:autoSpaceDN w:val="0"/>
      <w:spacing w:before="120" w:line="227" w:lineRule="atLeast"/>
      <w:ind w:left="227" w:right="227" w:firstLineChars="0" w:firstLine="0"/>
      <w:jc w:val="distribute"/>
    </w:pPr>
    <w:rPr>
      <w:rFonts w:eastAsia="方正小标宋_GBK"/>
      <w:snapToGrid w:val="0"/>
      <w:color w:val="FF0000"/>
      <w:spacing w:val="36"/>
      <w:w w:val="82"/>
      <w:kern w:val="0"/>
      <w:sz w:val="90"/>
      <w:szCs w:val="20"/>
    </w:rPr>
  </w:style>
  <w:style w:type="paragraph" w:customStyle="1" w:styleId="1">
    <w:name w:val="标题1"/>
    <w:basedOn w:val="a6"/>
    <w:rsid w:val="00720953"/>
    <w:rPr>
      <w:rFonts w:ascii="Times New Roman" w:hAnsi="Times New Roman"/>
      <w:sz w:val="44"/>
    </w:rPr>
  </w:style>
  <w:style w:type="paragraph" w:customStyle="1" w:styleId="2">
    <w:name w:val="标题2"/>
    <w:basedOn w:val="1"/>
    <w:rsid w:val="00FE7C26"/>
    <w:pPr>
      <w:spacing w:line="590" w:lineRule="atLeast"/>
    </w:pPr>
    <w:rPr>
      <w:rFonts w:eastAsia="方正楷体_GBK"/>
      <w:sz w:val="32"/>
    </w:rPr>
  </w:style>
  <w:style w:type="paragraph" w:styleId="a6">
    <w:name w:val="Title"/>
    <w:basedOn w:val="a"/>
    <w:qFormat/>
    <w:rsid w:val="00FE7C26"/>
    <w:pPr>
      <w:spacing w:line="640" w:lineRule="atLeast"/>
      <w:ind w:firstLineChars="0" w:firstLine="0"/>
      <w:jc w:val="center"/>
    </w:pPr>
    <w:rPr>
      <w:rFonts w:ascii="Arial" w:eastAsia="方正小标宋_GBK" w:hAnsi="Arial" w:cs="Arial"/>
      <w:bCs/>
      <w:szCs w:val="32"/>
    </w:rPr>
  </w:style>
  <w:style w:type="paragraph" w:customStyle="1" w:styleId="3">
    <w:name w:val="标题3"/>
    <w:basedOn w:val="a"/>
    <w:rsid w:val="00720953"/>
    <w:rPr>
      <w:rFonts w:eastAsia="方正黑体_GBK"/>
    </w:rPr>
  </w:style>
  <w:style w:type="paragraph" w:styleId="a7">
    <w:name w:val="List Paragraph"/>
    <w:basedOn w:val="a"/>
    <w:uiPriority w:val="34"/>
    <w:qFormat/>
    <w:rsid w:val="00BE3584"/>
    <w:pPr>
      <w:ind w:firstLine="420"/>
    </w:pPr>
  </w:style>
  <w:style w:type="paragraph" w:styleId="a8">
    <w:name w:val="Balloon Text"/>
    <w:basedOn w:val="a"/>
    <w:link w:val="Char"/>
    <w:semiHidden/>
    <w:unhideWhenUsed/>
    <w:rsid w:val="00195C8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195C8F"/>
    <w:rPr>
      <w:rFonts w:eastAsia="方正仿宋_GBK"/>
      <w:kern w:val="2"/>
      <w:sz w:val="18"/>
      <w:szCs w:val="18"/>
    </w:rPr>
  </w:style>
  <w:style w:type="table" w:styleId="a9">
    <w:name w:val="Table Grid"/>
    <w:basedOn w:val="a1"/>
    <w:rsid w:val="0073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EC2E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26"/>
    <w:pPr>
      <w:widowControl w:val="0"/>
      <w:adjustRightInd w:val="0"/>
      <w:snapToGrid w:val="0"/>
      <w:spacing w:line="590" w:lineRule="atLeast"/>
      <w:ind w:firstLineChars="200" w:firstLine="200"/>
      <w:jc w:val="both"/>
    </w:pPr>
    <w:rPr>
      <w:rFonts w:eastAsia="方正仿宋_GBK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rsid w:val="00FE7C26"/>
    <w:pPr>
      <w:tabs>
        <w:tab w:val="center" w:pos="4153"/>
        <w:tab w:val="right" w:pos="8306"/>
      </w:tabs>
      <w:autoSpaceDE w:val="0"/>
      <w:autoSpaceDN w:val="0"/>
      <w:spacing w:line="240" w:lineRule="atLeast"/>
      <w:jc w:val="right"/>
    </w:pPr>
    <w:rPr>
      <w:snapToGrid w:val="0"/>
      <w:kern w:val="0"/>
      <w:sz w:val="18"/>
      <w:szCs w:val="20"/>
    </w:rPr>
  </w:style>
  <w:style w:type="paragraph" w:styleId="a4">
    <w:name w:val="footer"/>
    <w:basedOn w:val="a"/>
    <w:autoRedefine/>
    <w:rsid w:val="00F154BC"/>
    <w:pPr>
      <w:tabs>
        <w:tab w:val="center" w:pos="4153"/>
        <w:tab w:val="right" w:pos="8306"/>
      </w:tabs>
      <w:autoSpaceDE w:val="0"/>
      <w:autoSpaceDN w:val="0"/>
      <w:spacing w:line="400" w:lineRule="atLeast"/>
      <w:ind w:leftChars="100" w:left="320" w:rightChars="100" w:right="320" w:firstLineChars="0" w:firstLine="0"/>
      <w:jc w:val="center"/>
    </w:pPr>
    <w:rPr>
      <w:snapToGrid w:val="0"/>
      <w:kern w:val="0"/>
      <w:sz w:val="28"/>
      <w:szCs w:val="20"/>
    </w:rPr>
  </w:style>
  <w:style w:type="paragraph" w:customStyle="1" w:styleId="a5">
    <w:name w:val="文头"/>
    <w:basedOn w:val="a"/>
    <w:rsid w:val="00FE7C26"/>
    <w:pPr>
      <w:autoSpaceDE w:val="0"/>
      <w:autoSpaceDN w:val="0"/>
      <w:spacing w:before="120" w:line="227" w:lineRule="atLeast"/>
      <w:ind w:left="227" w:right="227" w:firstLineChars="0" w:firstLine="0"/>
      <w:jc w:val="distribute"/>
    </w:pPr>
    <w:rPr>
      <w:rFonts w:eastAsia="方正小标宋_GBK"/>
      <w:snapToGrid w:val="0"/>
      <w:color w:val="FF0000"/>
      <w:spacing w:val="36"/>
      <w:w w:val="82"/>
      <w:kern w:val="0"/>
      <w:sz w:val="90"/>
      <w:szCs w:val="20"/>
    </w:rPr>
  </w:style>
  <w:style w:type="paragraph" w:customStyle="1" w:styleId="1">
    <w:name w:val="标题1"/>
    <w:basedOn w:val="a6"/>
    <w:rsid w:val="00720953"/>
    <w:rPr>
      <w:rFonts w:ascii="Times New Roman" w:hAnsi="Times New Roman"/>
      <w:sz w:val="44"/>
    </w:rPr>
  </w:style>
  <w:style w:type="paragraph" w:customStyle="1" w:styleId="2">
    <w:name w:val="标题2"/>
    <w:basedOn w:val="1"/>
    <w:rsid w:val="00FE7C26"/>
    <w:pPr>
      <w:spacing w:line="590" w:lineRule="atLeast"/>
    </w:pPr>
    <w:rPr>
      <w:rFonts w:eastAsia="方正楷体_GBK"/>
      <w:sz w:val="32"/>
    </w:rPr>
  </w:style>
  <w:style w:type="paragraph" w:styleId="a6">
    <w:name w:val="Title"/>
    <w:basedOn w:val="a"/>
    <w:qFormat/>
    <w:rsid w:val="00FE7C26"/>
    <w:pPr>
      <w:spacing w:line="640" w:lineRule="atLeast"/>
      <w:ind w:firstLineChars="0" w:firstLine="0"/>
      <w:jc w:val="center"/>
    </w:pPr>
    <w:rPr>
      <w:rFonts w:ascii="Arial" w:eastAsia="方正小标宋_GBK" w:hAnsi="Arial" w:cs="Arial"/>
      <w:bCs/>
      <w:szCs w:val="32"/>
    </w:rPr>
  </w:style>
  <w:style w:type="paragraph" w:customStyle="1" w:styleId="3">
    <w:name w:val="标题3"/>
    <w:basedOn w:val="a"/>
    <w:rsid w:val="00720953"/>
    <w:rPr>
      <w:rFonts w:eastAsia="方正黑体_GBK"/>
    </w:rPr>
  </w:style>
  <w:style w:type="paragraph" w:styleId="a7">
    <w:name w:val="List Paragraph"/>
    <w:basedOn w:val="a"/>
    <w:uiPriority w:val="34"/>
    <w:qFormat/>
    <w:rsid w:val="00BE3584"/>
    <w:pPr>
      <w:ind w:firstLine="420"/>
    </w:pPr>
  </w:style>
  <w:style w:type="paragraph" w:styleId="a8">
    <w:name w:val="Balloon Text"/>
    <w:basedOn w:val="a"/>
    <w:link w:val="Char"/>
    <w:semiHidden/>
    <w:unhideWhenUsed/>
    <w:rsid w:val="00195C8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195C8F"/>
    <w:rPr>
      <w:rFonts w:eastAsia="方正仿宋_GBK"/>
      <w:kern w:val="2"/>
      <w:sz w:val="18"/>
      <w:szCs w:val="18"/>
    </w:rPr>
  </w:style>
  <w:style w:type="table" w:styleId="a9">
    <w:name w:val="Table Grid"/>
    <w:basedOn w:val="a1"/>
    <w:rsid w:val="0073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nhideWhenUsed/>
    <w:rsid w:val="00EC2E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JSJYT-20180503O\Desktop\&#21457;&#35268;&#22788;\&#25991;&#26723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10CE8-7AC7-4CCA-85BA-AAD4A4DC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文档模板.dotx</Template>
  <TotalTime>2</TotalTime>
  <Pages>2</Pages>
  <Words>123</Words>
  <Characters>702</Characters>
  <Application>Microsoft Office Word</Application>
  <DocSecurity>0</DocSecurity>
  <Lines>5</Lines>
  <Paragraphs>1</Paragraphs>
  <ScaleCrop>false</ScaleCrop>
  <Company>JSJYT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2013-2-26新normal</dc:subject>
  <dc:creator>JSJYT User</dc:creator>
  <cp:lastModifiedBy>Administrator</cp:lastModifiedBy>
  <cp:revision>4</cp:revision>
  <cp:lastPrinted>2020-11-16T03:25:00Z</cp:lastPrinted>
  <dcterms:created xsi:type="dcterms:W3CDTF">2020-11-16T09:54:00Z</dcterms:created>
  <dcterms:modified xsi:type="dcterms:W3CDTF">2020-11-16T09:56:00Z</dcterms:modified>
</cp:coreProperties>
</file>